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A41AF" w:rsidRDefault="0071620A" w:rsidP="001A41A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A41AF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>ok akademicki   20</w:t>
      </w:r>
      <w:r w:rsidR="002E694B">
        <w:rPr>
          <w:rFonts w:ascii="Corbel" w:hAnsi="Corbel"/>
          <w:sz w:val="20"/>
          <w:szCs w:val="20"/>
        </w:rPr>
        <w:t>2</w:t>
      </w:r>
      <w:r w:rsidR="001A41AF">
        <w:rPr>
          <w:rFonts w:ascii="Corbel" w:hAnsi="Corbel"/>
          <w:sz w:val="20"/>
          <w:szCs w:val="20"/>
        </w:rPr>
        <w:t>2</w:t>
      </w:r>
      <w:r w:rsidR="0061426A">
        <w:rPr>
          <w:rFonts w:ascii="Corbel" w:hAnsi="Corbel"/>
          <w:sz w:val="20"/>
          <w:szCs w:val="20"/>
        </w:rPr>
        <w:t>/202</w:t>
      </w:r>
      <w:r w:rsidR="001A41A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67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67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43DE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4144A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52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osobowe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52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E852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="00F575A4">
        <w:rPr>
          <w:rFonts w:ascii="Corbel" w:hAnsi="Corbel"/>
          <w:smallCaps w:val="0"/>
          <w:szCs w:val="24"/>
        </w:rPr>
        <w:t xml:space="preserve">) - </w:t>
      </w:r>
      <w:r w:rsidR="00F575A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</w:t>
            </w:r>
            <w:proofErr w:type="spellStart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proofErr w:type="spellEnd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oparciu o  wiedzę wyniesioną z przedmiotów obejmujących przygotowanie </w:t>
            </w:r>
            <w:proofErr w:type="spellStart"/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pedagogiczne, rozumienia zjawisk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85747A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852B1" w:rsidRDefault="007666D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nauczyciela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E852B1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E852B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F259E1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</w:t>
            </w:r>
            <w:r w:rsidR="00473513" w:rsidRPr="00E852B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E852B1" w:rsidRDefault="009E4620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E852B1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E852B1" w:rsidRDefault="00753202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E852B1" w:rsidRDefault="00753202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575A4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diagnostyczne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F575A4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</w:t>
            </w:r>
            <w:proofErr w:type="spellStart"/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zachowań</w:t>
            </w:r>
            <w:proofErr w:type="spellEnd"/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F575A4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zdarzenia wychowawczo-opiekuńcze i edukacyjne zaobserwowane lub doświadczone w czasie praktyk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dydaktycznych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85747A" w:rsidRPr="009C54AE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61368E" w:rsidRPr="009C54AE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przedszkolu, szkole lub placówce systemu oświaty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  <w:p w:rsidR="0071360D" w:rsidRPr="009C54AE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Pr="009C54AE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F575A4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4706C">
              <w:rPr>
                <w:rFonts w:ascii="Corbel" w:hAnsi="Corbel"/>
                <w:sz w:val="24"/>
                <w:szCs w:val="24"/>
              </w:rPr>
              <w:t>ic</w:t>
            </w:r>
            <w:proofErr w:type="spellEnd"/>
            <w:r w:rsidRPr="00C4706C">
              <w:rPr>
                <w:rFonts w:ascii="Corbel" w:hAnsi="Corbel"/>
                <w:sz w:val="24"/>
                <w:szCs w:val="24"/>
              </w:rPr>
              <w:t xml:space="preserve">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Pr="009C54AE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91B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F575A4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5CC" w:rsidRDefault="008155CC" w:rsidP="00C16ABF">
      <w:pPr>
        <w:spacing w:after="0" w:line="240" w:lineRule="auto"/>
      </w:pPr>
      <w:r>
        <w:separator/>
      </w:r>
    </w:p>
  </w:endnote>
  <w:endnote w:type="continuationSeparator" w:id="0">
    <w:p w:rsidR="008155CC" w:rsidRDefault="008155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5CC" w:rsidRDefault="008155CC" w:rsidP="00C16ABF">
      <w:pPr>
        <w:spacing w:after="0" w:line="240" w:lineRule="auto"/>
      </w:pPr>
      <w:r>
        <w:separator/>
      </w:r>
    </w:p>
  </w:footnote>
  <w:footnote w:type="continuationSeparator" w:id="0">
    <w:p w:rsidR="008155CC" w:rsidRDefault="008155C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161E6"/>
    <w:multiLevelType w:val="hybridMultilevel"/>
    <w:tmpl w:val="DCECF3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85219"/>
    <w:multiLevelType w:val="hybridMultilevel"/>
    <w:tmpl w:val="A86A66B8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DE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B07"/>
    <w:rsid w:val="00192F37"/>
    <w:rsid w:val="0019586C"/>
    <w:rsid w:val="001A1EAA"/>
    <w:rsid w:val="001A39A6"/>
    <w:rsid w:val="001A41AF"/>
    <w:rsid w:val="001A70D2"/>
    <w:rsid w:val="001D04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E694B"/>
    <w:rsid w:val="002F02A3"/>
    <w:rsid w:val="002F34D4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4AD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B1FEB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287C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1FEE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360D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6D3"/>
    <w:rsid w:val="00766FD4"/>
    <w:rsid w:val="0076706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55CC"/>
    <w:rsid w:val="00816661"/>
    <w:rsid w:val="0081707E"/>
    <w:rsid w:val="008414FC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F6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541C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E66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32E8D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072A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852B1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A7B"/>
    <w:rsid w:val="00F526AF"/>
    <w:rsid w:val="00F575A4"/>
    <w:rsid w:val="00F617C3"/>
    <w:rsid w:val="00F7066B"/>
    <w:rsid w:val="00F83B28"/>
    <w:rsid w:val="00FA46E5"/>
    <w:rsid w:val="00FB1502"/>
    <w:rsid w:val="00FB7DBA"/>
    <w:rsid w:val="00FC1C25"/>
    <w:rsid w:val="00FC3F45"/>
    <w:rsid w:val="00FC55D1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1B8F8"/>
  <w15:docId w15:val="{6BCF2491-C46B-4A74-8A31-E61C56D6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83087-E088-4FE7-BB4F-180AD22D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951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12</cp:revision>
  <cp:lastPrinted>2019-02-06T12:12:00Z</cp:lastPrinted>
  <dcterms:created xsi:type="dcterms:W3CDTF">2019-11-28T11:50:00Z</dcterms:created>
  <dcterms:modified xsi:type="dcterms:W3CDTF">2022-03-14T12:23:00Z</dcterms:modified>
</cp:coreProperties>
</file>